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4E23038" w14:textId="28738334" w:rsidR="00FC4D58" w:rsidRPr="00FC4D58" w:rsidRDefault="00FC4D58" w:rsidP="00FC4D58">
      <w:pPr>
        <w:jc w:val="center"/>
        <w:rPr>
          <w:b/>
          <w:caps/>
          <w:szCs w:val="24"/>
          <w:lang w:val="en-US"/>
        </w:rPr>
      </w:pPr>
      <w:bookmarkStart w:id="0" w:name="_Hlk189040560"/>
      <w:r w:rsidRPr="00FC4D58">
        <w:rPr>
          <w:b/>
          <w:caps/>
          <w:szCs w:val="24"/>
          <w:lang w:val="en-US"/>
        </w:rPr>
        <w:t xml:space="preserve">DĖL </w:t>
      </w:r>
      <w:r w:rsidR="00555BD6">
        <w:rPr>
          <w:b/>
          <w:caps/>
          <w:szCs w:val="24"/>
          <w:lang w:val="en-US"/>
        </w:rPr>
        <w:t>2006</w:t>
      </w:r>
      <w:r w:rsidRPr="00FC4D58">
        <w:rPr>
          <w:b/>
          <w:caps/>
          <w:szCs w:val="24"/>
          <w:lang w:val="en-US"/>
        </w:rPr>
        <w:t xml:space="preserve"> M. </w:t>
      </w:r>
      <w:r w:rsidR="00555BD6">
        <w:rPr>
          <w:b/>
          <w:caps/>
          <w:szCs w:val="24"/>
          <w:lang w:val="en-US"/>
        </w:rPr>
        <w:t>gegužės 10</w:t>
      </w:r>
      <w:r w:rsidRPr="00FC4D58">
        <w:rPr>
          <w:b/>
          <w:caps/>
          <w:szCs w:val="24"/>
          <w:lang w:val="en-US"/>
        </w:rPr>
        <w:t xml:space="preserve"> D. valstybinės žemės nuomos sutarties </w:t>
      </w:r>
    </w:p>
    <w:p w14:paraId="0460BDB2" w14:textId="45B8B60B" w:rsidR="00FC4D58" w:rsidRPr="00FC4D58" w:rsidRDefault="00FC4D58" w:rsidP="00FC4D58">
      <w:pPr>
        <w:jc w:val="center"/>
        <w:rPr>
          <w:b/>
          <w:caps/>
          <w:szCs w:val="24"/>
          <w:lang w:val="en-US"/>
        </w:rPr>
      </w:pPr>
      <w:r w:rsidRPr="00FC4D58">
        <w:rPr>
          <w:b/>
          <w:caps/>
          <w:szCs w:val="24"/>
          <w:lang w:val="en-US"/>
        </w:rPr>
        <w:t>NR. N75/</w:t>
      </w:r>
      <w:r w:rsidR="00555BD6">
        <w:rPr>
          <w:b/>
          <w:caps/>
          <w:szCs w:val="24"/>
          <w:lang w:val="en-US"/>
        </w:rPr>
        <w:t>06</w:t>
      </w:r>
      <w:r w:rsidRPr="00FC4D58">
        <w:rPr>
          <w:b/>
          <w:caps/>
          <w:szCs w:val="24"/>
          <w:lang w:val="en-US"/>
        </w:rPr>
        <w:t>-</w:t>
      </w:r>
      <w:r w:rsidR="00555BD6">
        <w:rPr>
          <w:b/>
          <w:caps/>
          <w:szCs w:val="24"/>
          <w:lang w:val="en-US"/>
        </w:rPr>
        <w:t>1/</w:t>
      </w:r>
      <w:r w:rsidRPr="00FC4D58">
        <w:rPr>
          <w:b/>
          <w:caps/>
          <w:szCs w:val="24"/>
          <w:lang w:val="en-US"/>
        </w:rPr>
        <w:t>0</w:t>
      </w:r>
      <w:r w:rsidR="00555BD6">
        <w:rPr>
          <w:b/>
          <w:caps/>
          <w:szCs w:val="24"/>
          <w:lang w:val="en-US"/>
        </w:rPr>
        <w:t>091</w:t>
      </w:r>
      <w:r w:rsidRPr="00FC4D58">
        <w:rPr>
          <w:b/>
          <w:caps/>
          <w:szCs w:val="24"/>
          <w:lang w:val="en-US"/>
        </w:rPr>
        <w:t xml:space="preserve"> nutraukimo</w:t>
      </w:r>
    </w:p>
    <w:p w14:paraId="53564538" w14:textId="4AC3CED2" w:rsidR="006860A4" w:rsidRDefault="006860A4">
      <w:pPr>
        <w:jc w:val="center"/>
        <w:rPr>
          <w:b/>
          <w:caps/>
          <w:szCs w:val="24"/>
        </w:rPr>
      </w:pP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4A22D66B"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9C5497">
        <w:rPr>
          <w:color w:val="000000"/>
          <w:szCs w:val="24"/>
          <w:shd w:val="clear" w:color="auto" w:fill="FFFFFF"/>
        </w:rPr>
        <w:t xml:space="preserve">rugpjūčio 13 </w:t>
      </w:r>
      <w:r>
        <w:rPr>
          <w:color w:val="000000"/>
          <w:szCs w:val="24"/>
          <w:shd w:val="clear" w:color="auto" w:fill="FFFFFF"/>
        </w:rPr>
        <w:t>d. Nr. T10-</w:t>
      </w:r>
      <w:r w:rsidR="009C5497">
        <w:rPr>
          <w:color w:val="000000"/>
          <w:szCs w:val="24"/>
          <w:shd w:val="clear" w:color="auto" w:fill="FFFFFF"/>
        </w:rPr>
        <w:t>183</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625D5067" w:rsidR="00AF5110" w:rsidRPr="00BC08C3" w:rsidRDefault="00AF5110" w:rsidP="008C26C2">
      <w:pPr>
        <w:pStyle w:val="Pagrindiniotekstotrauka2"/>
        <w:spacing w:after="0" w:line="240" w:lineRule="auto"/>
        <w:ind w:left="0" w:firstLine="1247"/>
        <w:jc w:val="both"/>
      </w:pPr>
      <w:r w:rsidRPr="00BC08C3">
        <w:t>Vadovaudamasi Lietuvos Respublikos vietos savivaldos įstatymo 15 straipsnio 2 dalies 20 punktu, Lietuvos Respublikos civilinio kodekso 6.562 straipsnio 6 </w:t>
      </w:r>
      <w:r w:rsidR="004C74D4" w:rsidRPr="00BC08C3">
        <w:t>punktu</w:t>
      </w:r>
      <w:r w:rsidRPr="00BC08C3">
        <w:t xml:space="preserve">, Lietuvos Respublikos žemės įstatymo 7 straipsnio 1 dalies 2 punktu, </w:t>
      </w:r>
      <w:bookmarkStart w:id="1" w:name="part_43467b3002124cee96dad3584590b439"/>
      <w:bookmarkEnd w:id="1"/>
      <w:r w:rsidRPr="00BC08C3">
        <w:t xml:space="preserve">atsižvelgdama į </w:t>
      </w:r>
      <w:r w:rsidR="004446BD" w:rsidRPr="004446BD">
        <w:rPr>
          <w:bCs/>
          <w:i/>
        </w:rPr>
        <w:t>(duomenys neskelbtini)</w:t>
      </w:r>
      <w:r w:rsidR="008C26C2" w:rsidRPr="00BC08C3">
        <w:rPr>
          <w:bCs/>
        </w:rPr>
        <w:t xml:space="preserve"> </w:t>
      </w:r>
      <w:r w:rsidRPr="00BC08C3">
        <w:t xml:space="preserve">2025 m. </w:t>
      </w:r>
      <w:r w:rsidR="009808C4" w:rsidRPr="00BC08C3">
        <w:t>birželio 10</w:t>
      </w:r>
      <w:r w:rsidRPr="00BC08C3">
        <w:t xml:space="preserve"> d. prašymą, Skuodo rajono savivaldybės taryba </w:t>
      </w:r>
      <w:r w:rsidRPr="00BC08C3">
        <w:rPr>
          <w:spacing w:val="40"/>
        </w:rPr>
        <w:t>nusprendži</w:t>
      </w:r>
      <w:r w:rsidRPr="00BC08C3">
        <w:t>a:</w:t>
      </w:r>
    </w:p>
    <w:p w14:paraId="634D7BDB" w14:textId="160ABDE0" w:rsidR="001F59E8" w:rsidRPr="00BC08C3" w:rsidRDefault="003A31EE" w:rsidP="008C26C2">
      <w:pPr>
        <w:pStyle w:val="Sraopastraipa"/>
        <w:numPr>
          <w:ilvl w:val="0"/>
          <w:numId w:val="3"/>
        </w:numPr>
        <w:tabs>
          <w:tab w:val="left" w:pos="912"/>
        </w:tabs>
        <w:ind w:left="0" w:firstLine="1247"/>
        <w:jc w:val="both"/>
        <w:rPr>
          <w:szCs w:val="24"/>
        </w:rPr>
      </w:pPr>
      <w:r w:rsidRPr="00BC08C3">
        <w:rPr>
          <w:szCs w:val="24"/>
        </w:rPr>
        <w:t xml:space="preserve"> </w:t>
      </w:r>
      <w:r w:rsidR="004C74D4" w:rsidRPr="00BC08C3">
        <w:rPr>
          <w:szCs w:val="24"/>
        </w:rPr>
        <w:t>Nutraukti</w:t>
      </w:r>
      <w:r w:rsidR="000B0A22" w:rsidRPr="00BC08C3">
        <w:rPr>
          <w:szCs w:val="24"/>
        </w:rPr>
        <w:t xml:space="preserve"> su </w:t>
      </w:r>
      <w:r w:rsidR="004446BD" w:rsidRPr="004446BD">
        <w:rPr>
          <w:bCs/>
          <w:i/>
          <w:szCs w:val="24"/>
        </w:rPr>
        <w:t>(duomenys neskelbtini)</w:t>
      </w:r>
      <w:r w:rsidR="008C26C2" w:rsidRPr="00BC08C3">
        <w:rPr>
          <w:bCs/>
          <w:szCs w:val="24"/>
        </w:rPr>
        <w:t xml:space="preserve"> </w:t>
      </w:r>
      <w:r w:rsidR="009808C4" w:rsidRPr="00BC08C3">
        <w:rPr>
          <w:bCs/>
          <w:szCs w:val="24"/>
        </w:rPr>
        <w:t>2006</w:t>
      </w:r>
      <w:r w:rsidR="004C74D4" w:rsidRPr="00BC08C3">
        <w:rPr>
          <w:szCs w:val="24"/>
        </w:rPr>
        <w:t xml:space="preserve"> m. </w:t>
      </w:r>
      <w:r w:rsidR="009808C4" w:rsidRPr="00BC08C3">
        <w:rPr>
          <w:szCs w:val="24"/>
        </w:rPr>
        <w:t>gegužės 10</w:t>
      </w:r>
      <w:r w:rsidR="008C26C2" w:rsidRPr="00BC08C3">
        <w:rPr>
          <w:szCs w:val="24"/>
        </w:rPr>
        <w:t xml:space="preserve"> </w:t>
      </w:r>
      <w:r w:rsidR="004C74D4" w:rsidRPr="00BC08C3">
        <w:rPr>
          <w:szCs w:val="24"/>
        </w:rPr>
        <w:t xml:space="preserve">d. </w:t>
      </w:r>
      <w:r w:rsidR="000B0A22" w:rsidRPr="00BC08C3">
        <w:rPr>
          <w:szCs w:val="24"/>
        </w:rPr>
        <w:t xml:space="preserve">sudarytą </w:t>
      </w:r>
      <w:r w:rsidR="004C74D4" w:rsidRPr="00BC08C3">
        <w:rPr>
          <w:szCs w:val="24"/>
        </w:rPr>
        <w:t>valstybinės žemės nuomos sutartį Nr. </w:t>
      </w:r>
      <w:r w:rsidR="008C26C2" w:rsidRPr="00BC08C3">
        <w:rPr>
          <w:szCs w:val="24"/>
        </w:rPr>
        <w:t>N75/</w:t>
      </w:r>
      <w:r w:rsidR="009808C4" w:rsidRPr="00BC08C3">
        <w:rPr>
          <w:szCs w:val="24"/>
        </w:rPr>
        <w:t>06</w:t>
      </w:r>
      <w:r w:rsidR="008C26C2" w:rsidRPr="00BC08C3">
        <w:rPr>
          <w:szCs w:val="24"/>
        </w:rPr>
        <w:t>-</w:t>
      </w:r>
      <w:r w:rsidR="009808C4" w:rsidRPr="00BC08C3">
        <w:rPr>
          <w:szCs w:val="24"/>
        </w:rPr>
        <w:t>1/</w:t>
      </w:r>
      <w:r w:rsidR="003C6592" w:rsidRPr="00BC08C3">
        <w:rPr>
          <w:szCs w:val="24"/>
        </w:rPr>
        <w:t>0091</w:t>
      </w:r>
      <w:r w:rsidR="008C26C2" w:rsidRPr="00BC08C3">
        <w:rPr>
          <w:szCs w:val="24"/>
        </w:rPr>
        <w:t xml:space="preserve"> </w:t>
      </w:r>
      <w:r w:rsidR="000B0A22" w:rsidRPr="00BC08C3">
        <w:rPr>
          <w:szCs w:val="24"/>
        </w:rPr>
        <w:t>dėl</w:t>
      </w:r>
      <w:r w:rsidR="004C74D4" w:rsidRPr="00BC08C3">
        <w:rPr>
          <w:szCs w:val="24"/>
        </w:rPr>
        <w:t xml:space="preserve"> </w:t>
      </w:r>
      <w:r w:rsidR="001F59E8" w:rsidRPr="00BC08C3">
        <w:rPr>
          <w:szCs w:val="24"/>
        </w:rPr>
        <w:t>0,</w:t>
      </w:r>
      <w:r w:rsidR="003C6592" w:rsidRPr="00BC08C3">
        <w:rPr>
          <w:szCs w:val="24"/>
        </w:rPr>
        <w:t>0900</w:t>
      </w:r>
      <w:r w:rsidR="001F59E8" w:rsidRPr="00BC08C3">
        <w:rPr>
          <w:szCs w:val="24"/>
        </w:rPr>
        <w:t xml:space="preserve"> ha ploto žemės sklypo, kadastro Nr. 75</w:t>
      </w:r>
      <w:r w:rsidR="003C6592" w:rsidRPr="00BC08C3">
        <w:rPr>
          <w:szCs w:val="24"/>
        </w:rPr>
        <w:t>27</w:t>
      </w:r>
      <w:r w:rsidR="001F59E8" w:rsidRPr="00BC08C3">
        <w:rPr>
          <w:szCs w:val="24"/>
        </w:rPr>
        <w:t>/000</w:t>
      </w:r>
      <w:r w:rsidR="003C6592" w:rsidRPr="00BC08C3">
        <w:rPr>
          <w:szCs w:val="24"/>
        </w:rPr>
        <w:t>9</w:t>
      </w:r>
      <w:r w:rsidR="001F59E8" w:rsidRPr="00BC08C3">
        <w:rPr>
          <w:szCs w:val="24"/>
        </w:rPr>
        <w:t>:</w:t>
      </w:r>
      <w:r w:rsidR="003C6592" w:rsidRPr="00BC08C3">
        <w:rPr>
          <w:szCs w:val="24"/>
        </w:rPr>
        <w:t>322</w:t>
      </w:r>
      <w:r w:rsidR="001F59E8" w:rsidRPr="00BC08C3">
        <w:rPr>
          <w:bCs/>
          <w:szCs w:val="24"/>
        </w:rPr>
        <w:t xml:space="preserve">, unikalus Nr. </w:t>
      </w:r>
      <w:r w:rsidR="003C6592" w:rsidRPr="00BC08C3">
        <w:rPr>
          <w:bCs/>
          <w:szCs w:val="24"/>
        </w:rPr>
        <w:t>4400-0765-1434</w:t>
      </w:r>
      <w:r w:rsidR="001F59E8" w:rsidRPr="00BC08C3">
        <w:rPr>
          <w:szCs w:val="24"/>
        </w:rPr>
        <w:t xml:space="preserve">, esančio </w:t>
      </w:r>
      <w:r w:rsidR="003C6592" w:rsidRPr="00BC08C3">
        <w:rPr>
          <w:szCs w:val="24"/>
        </w:rPr>
        <w:t>Mosėdžio miestelyje</w:t>
      </w:r>
      <w:r w:rsidR="001F59E8" w:rsidRPr="00BC08C3">
        <w:rPr>
          <w:szCs w:val="24"/>
        </w:rPr>
        <w:t xml:space="preserve">, Skuodo </w:t>
      </w:r>
      <w:r w:rsidR="003C6592" w:rsidRPr="00BC08C3">
        <w:rPr>
          <w:szCs w:val="24"/>
        </w:rPr>
        <w:t>rajono savivaldybėje</w:t>
      </w:r>
      <w:bookmarkStart w:id="2" w:name="_Hlk189040690"/>
      <w:r w:rsidR="000B0A22" w:rsidRPr="00BC08C3">
        <w:rPr>
          <w:szCs w:val="24"/>
        </w:rPr>
        <w:t>.</w:t>
      </w:r>
    </w:p>
    <w:p w14:paraId="4E0AB239" w14:textId="77777777" w:rsidR="0032574B" w:rsidRPr="00BC08C3" w:rsidRDefault="0032574B" w:rsidP="0032574B">
      <w:pPr>
        <w:pStyle w:val="Sraopastraipa"/>
        <w:numPr>
          <w:ilvl w:val="0"/>
          <w:numId w:val="3"/>
        </w:numPr>
        <w:jc w:val="both"/>
        <w:rPr>
          <w:szCs w:val="24"/>
        </w:rPr>
      </w:pPr>
      <w:r w:rsidRPr="00BC08C3">
        <w:rPr>
          <w:szCs w:val="24"/>
        </w:rPr>
        <w:t xml:space="preserve">Pavesti Skuodo rajono savivaldybės merui Stasiui Gutautui pasirašyti susitarimą ir </w:t>
      </w:r>
    </w:p>
    <w:p w14:paraId="7F086551" w14:textId="0B6426AD" w:rsidR="0032574B" w:rsidRPr="00BC08C3" w:rsidRDefault="0032574B" w:rsidP="0032574B">
      <w:pPr>
        <w:jc w:val="both"/>
        <w:rPr>
          <w:szCs w:val="24"/>
        </w:rPr>
      </w:pPr>
      <w:r w:rsidRPr="00BC08C3">
        <w:rPr>
          <w:szCs w:val="24"/>
        </w:rPr>
        <w:t>visus kitus dokumentus, susijusius su šiuo pavedimu (pridedama).</w:t>
      </w:r>
    </w:p>
    <w:p w14:paraId="3A170D39" w14:textId="04BB2504" w:rsidR="0032574B" w:rsidRPr="00BC08C3" w:rsidRDefault="0032574B" w:rsidP="0032574B">
      <w:pPr>
        <w:ind w:firstLine="1247"/>
        <w:jc w:val="both"/>
        <w:rPr>
          <w:szCs w:val="24"/>
        </w:rPr>
      </w:pPr>
      <w:r w:rsidRPr="00BC08C3">
        <w:rPr>
          <w:szCs w:val="24"/>
        </w:rPr>
        <w:t xml:space="preserve">3. Įpareigoti Skuodo rajono savivaldybės administraciją pateikti duomenis Nacionalinei žemės tarnybai prie Aplinkos ministerijos </w:t>
      </w:r>
      <w:r w:rsidR="003A31EE" w:rsidRPr="00BC08C3">
        <w:rPr>
          <w:szCs w:val="24"/>
        </w:rPr>
        <w:t>dėl</w:t>
      </w:r>
      <w:r w:rsidRPr="00BC08C3">
        <w:rPr>
          <w:szCs w:val="24"/>
        </w:rPr>
        <w:t xml:space="preserve"> 0,0900 ha valstybinės žemės sklyp</w:t>
      </w:r>
      <w:r w:rsidR="003A31EE" w:rsidRPr="00BC08C3">
        <w:rPr>
          <w:szCs w:val="24"/>
        </w:rPr>
        <w:t>o</w:t>
      </w:r>
      <w:r w:rsidRPr="00BC08C3">
        <w:rPr>
          <w:szCs w:val="24"/>
        </w:rPr>
        <w:t xml:space="preserve">, </w:t>
      </w:r>
      <w:r w:rsidR="003A31EE" w:rsidRPr="00BC08C3">
        <w:rPr>
          <w:szCs w:val="24"/>
        </w:rPr>
        <w:t>kadastro Nr. 7527/0009:322</w:t>
      </w:r>
      <w:r w:rsidR="003A31EE" w:rsidRPr="00BC08C3">
        <w:rPr>
          <w:bCs/>
          <w:szCs w:val="24"/>
        </w:rPr>
        <w:t xml:space="preserve">, unikalus Nr. 4400-0765-1434, </w:t>
      </w:r>
      <w:r w:rsidRPr="00BC08C3">
        <w:rPr>
          <w:szCs w:val="24"/>
        </w:rPr>
        <w:t>esan</w:t>
      </w:r>
      <w:r w:rsidR="003A31EE" w:rsidRPr="00BC08C3">
        <w:rPr>
          <w:szCs w:val="24"/>
        </w:rPr>
        <w:t>čio</w:t>
      </w:r>
      <w:r w:rsidRPr="00BC08C3">
        <w:rPr>
          <w:szCs w:val="24"/>
        </w:rPr>
        <w:t xml:space="preserve"> Mosėdžio miestelyje, Skuodo rajono savivaldybėje</w:t>
      </w:r>
      <w:r w:rsidR="000B50CC" w:rsidRPr="00BC08C3">
        <w:rPr>
          <w:szCs w:val="24"/>
        </w:rPr>
        <w:t xml:space="preserve">, </w:t>
      </w:r>
      <w:r w:rsidRPr="00BC08C3">
        <w:rPr>
          <w:szCs w:val="24"/>
        </w:rPr>
        <w:t>pažymė</w:t>
      </w:r>
      <w:r w:rsidR="003A31EE" w:rsidRPr="00BC08C3">
        <w:rPr>
          <w:szCs w:val="24"/>
        </w:rPr>
        <w:t>jimo</w:t>
      </w:r>
      <w:r w:rsidRPr="00BC08C3">
        <w:rPr>
          <w:szCs w:val="24"/>
        </w:rPr>
        <w:t xml:space="preserve"> </w:t>
      </w:r>
      <w:r w:rsidR="000B50CC" w:rsidRPr="00BC08C3">
        <w:rPr>
          <w:szCs w:val="24"/>
        </w:rPr>
        <w:t xml:space="preserve">Klaipėdos apskrities, Skuodo rajono savivaldybės, Mosėdžio seniūnijos, Mosėdžio k. v. </w:t>
      </w:r>
      <w:r w:rsidRPr="00BC08C3">
        <w:rPr>
          <w:szCs w:val="24"/>
        </w:rPr>
        <w:t>laisvos žemės fondo žemės plan</w:t>
      </w:r>
      <w:r w:rsidR="003A31EE" w:rsidRPr="00BC08C3">
        <w:rPr>
          <w:szCs w:val="24"/>
        </w:rPr>
        <w:t>e</w:t>
      </w:r>
      <w:r w:rsidRPr="00BC08C3">
        <w:rPr>
          <w:szCs w:val="24"/>
        </w:rPr>
        <w:t xml:space="preserve"> ir </w:t>
      </w:r>
      <w:r w:rsidR="003A31EE" w:rsidRPr="00BC08C3">
        <w:rPr>
          <w:szCs w:val="24"/>
        </w:rPr>
        <w:t xml:space="preserve">įrašymo į </w:t>
      </w:r>
      <w:r w:rsidRPr="00BC08C3">
        <w:rPr>
          <w:szCs w:val="24"/>
        </w:rPr>
        <w:t xml:space="preserve">laisvos žemės fondo žemės plotų žiniaraštį. </w:t>
      </w:r>
    </w:p>
    <w:bookmarkEnd w:id="2"/>
    <w:p w14:paraId="2A0AD646" w14:textId="5398D4F6" w:rsidR="003C6592" w:rsidRPr="00BC08C3" w:rsidRDefault="003A31EE" w:rsidP="003C6592">
      <w:pPr>
        <w:widowControl w:val="0"/>
        <w:tabs>
          <w:tab w:val="center" w:pos="851"/>
          <w:tab w:val="left" w:pos="1134"/>
          <w:tab w:val="center" w:pos="4153"/>
          <w:tab w:val="right" w:pos="8306"/>
        </w:tabs>
        <w:ind w:firstLine="1247"/>
        <w:jc w:val="both"/>
        <w:rPr>
          <w:szCs w:val="24"/>
        </w:rPr>
      </w:pPr>
      <w:r w:rsidRPr="00BC08C3">
        <w:rPr>
          <w:szCs w:val="24"/>
        </w:rPr>
        <w:t>4</w:t>
      </w:r>
      <w:r w:rsidR="00B06467" w:rsidRPr="00BC08C3">
        <w:rPr>
          <w:szCs w:val="24"/>
        </w:rPr>
        <w:t xml:space="preserve">. </w:t>
      </w:r>
      <w:r w:rsidR="003C6592" w:rsidRPr="00BC08C3">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Pr="00AF5110" w:rsidRDefault="006860A4" w:rsidP="003C6592">
      <w:pPr>
        <w:widowControl w:val="0"/>
        <w:tabs>
          <w:tab w:val="center" w:pos="851"/>
          <w:tab w:val="left" w:pos="1134"/>
          <w:tab w:val="center" w:pos="4153"/>
          <w:tab w:val="right" w:pos="8306"/>
        </w:tabs>
        <w:ind w:firstLine="1247"/>
        <w:jc w:val="both"/>
        <w:rPr>
          <w:szCs w:val="24"/>
        </w:rPr>
      </w:pPr>
    </w:p>
    <w:p w14:paraId="35D79D7E" w14:textId="53A9FFA9" w:rsidR="00555BD6" w:rsidRPr="00AF5110" w:rsidRDefault="003C6592">
      <w:pPr>
        <w:tabs>
          <w:tab w:val="left" w:pos="5670"/>
          <w:tab w:val="left" w:pos="7044"/>
        </w:tabs>
        <w:jc w:val="both"/>
        <w:rPr>
          <w:szCs w:val="24"/>
        </w:rPr>
      </w:pPr>
      <w:r>
        <w:rPr>
          <w:b/>
          <w:bCs/>
          <w:szCs w:val="24"/>
        </w:rPr>
        <w:t xml:space="preserve"> </w:t>
      </w:r>
    </w:p>
    <w:p w14:paraId="5020552D" w14:textId="67E1E2A6" w:rsidR="006860A4"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46BD" w14:paraId="58209522" w14:textId="77777777" w:rsidTr="004446BD">
        <w:tc>
          <w:tcPr>
            <w:tcW w:w="4814" w:type="dxa"/>
          </w:tcPr>
          <w:p w14:paraId="16DC9B2F" w14:textId="17171489" w:rsidR="004446BD" w:rsidRDefault="004446BD" w:rsidP="004446BD">
            <w:pPr>
              <w:ind w:hanging="120"/>
              <w:jc w:val="both"/>
              <w:rPr>
                <w:lang w:eastAsia="de-DE"/>
              </w:rPr>
            </w:pPr>
            <w:r>
              <w:rPr>
                <w:lang w:eastAsia="de-DE"/>
              </w:rPr>
              <w:t>Savivaldybės meras</w:t>
            </w:r>
          </w:p>
        </w:tc>
        <w:tc>
          <w:tcPr>
            <w:tcW w:w="4815" w:type="dxa"/>
          </w:tcPr>
          <w:p w14:paraId="283A1ABD" w14:textId="77777777" w:rsidR="004446BD" w:rsidRDefault="004446BD">
            <w:pPr>
              <w:jc w:val="both"/>
              <w:rPr>
                <w:lang w:eastAsia="de-DE"/>
              </w:rPr>
            </w:pPr>
          </w:p>
        </w:tc>
      </w:tr>
    </w:tbl>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CB54C" w14:textId="77777777" w:rsidR="00A23C4A" w:rsidRDefault="00A23C4A">
      <w:r>
        <w:separator/>
      </w:r>
    </w:p>
  </w:endnote>
  <w:endnote w:type="continuationSeparator" w:id="0">
    <w:p w14:paraId="3282E14E" w14:textId="77777777" w:rsidR="00A23C4A" w:rsidRDefault="00A23C4A">
      <w:r>
        <w:continuationSeparator/>
      </w:r>
    </w:p>
  </w:endnote>
  <w:endnote w:type="continuationNotice" w:id="1">
    <w:p w14:paraId="3D5F71C8" w14:textId="77777777" w:rsidR="00A23C4A" w:rsidRDefault="00A23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40867" w14:textId="77777777" w:rsidR="00A23C4A" w:rsidRDefault="00A23C4A">
      <w:r>
        <w:separator/>
      </w:r>
    </w:p>
  </w:footnote>
  <w:footnote w:type="continuationSeparator" w:id="0">
    <w:p w14:paraId="0BA2BDBD" w14:textId="77777777" w:rsidR="00A23C4A" w:rsidRDefault="00A23C4A">
      <w:r>
        <w:continuationSeparator/>
      </w:r>
    </w:p>
  </w:footnote>
  <w:footnote w:type="continuationNotice" w:id="1">
    <w:p w14:paraId="5AA2A998" w14:textId="77777777" w:rsidR="00A23C4A" w:rsidRDefault="00A23C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F59E8"/>
    <w:rsid w:val="00206277"/>
    <w:rsid w:val="0021341B"/>
    <w:rsid w:val="00221347"/>
    <w:rsid w:val="0032574B"/>
    <w:rsid w:val="003A31EE"/>
    <w:rsid w:val="003C6592"/>
    <w:rsid w:val="004446BD"/>
    <w:rsid w:val="00482CE7"/>
    <w:rsid w:val="004C6992"/>
    <w:rsid w:val="004C74D4"/>
    <w:rsid w:val="005134A6"/>
    <w:rsid w:val="00526169"/>
    <w:rsid w:val="00555BD6"/>
    <w:rsid w:val="005F642A"/>
    <w:rsid w:val="00602E62"/>
    <w:rsid w:val="00612688"/>
    <w:rsid w:val="00636474"/>
    <w:rsid w:val="006860A4"/>
    <w:rsid w:val="006972A3"/>
    <w:rsid w:val="00763FA3"/>
    <w:rsid w:val="008A3F0B"/>
    <w:rsid w:val="008C26C2"/>
    <w:rsid w:val="009337A2"/>
    <w:rsid w:val="009808C4"/>
    <w:rsid w:val="009C5497"/>
    <w:rsid w:val="00A23C4A"/>
    <w:rsid w:val="00A667EC"/>
    <w:rsid w:val="00AF5110"/>
    <w:rsid w:val="00B06467"/>
    <w:rsid w:val="00B37777"/>
    <w:rsid w:val="00B51E09"/>
    <w:rsid w:val="00BC08C3"/>
    <w:rsid w:val="00C4141B"/>
    <w:rsid w:val="00E216E0"/>
    <w:rsid w:val="00F14F04"/>
    <w:rsid w:val="00F32F4F"/>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12</TotalTime>
  <Pages>1</Pages>
  <Words>1215</Words>
  <Characters>693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2025-08-13T13:30:00Z</dcterms:created>
  <dcterms:modified xsi:type="dcterms:W3CDTF">2025-08-13T13:33:00Z</dcterms:modified>
</cp:coreProperties>
</file>